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570A08DE" w:rsidR="0085747A" w:rsidRPr="00C641AE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641AE">
        <w:rPr>
          <w:rFonts w:ascii="Corbel" w:hAnsi="Corbel"/>
          <w:b/>
          <w:smallCaps/>
          <w:sz w:val="24"/>
          <w:szCs w:val="24"/>
        </w:rPr>
        <w:t>dotyczy cyklu kształcenia</w:t>
      </w:r>
      <w:r w:rsidR="00AE03B2" w:rsidRPr="00C641AE">
        <w:rPr>
          <w:rFonts w:ascii="Corbel" w:hAnsi="Corbel"/>
          <w:i/>
          <w:smallCaps/>
          <w:sz w:val="24"/>
          <w:szCs w:val="24"/>
        </w:rPr>
        <w:t xml:space="preserve"> </w:t>
      </w:r>
      <w:r w:rsidR="00AE03B2" w:rsidRPr="00250319">
        <w:rPr>
          <w:rFonts w:ascii="Corbel" w:hAnsi="Corbel"/>
          <w:b/>
          <w:bCs/>
          <w:iCs/>
          <w:smallCaps/>
          <w:sz w:val="24"/>
          <w:szCs w:val="24"/>
        </w:rPr>
        <w:t>20</w:t>
      </w:r>
      <w:r w:rsidR="00350F2D">
        <w:rPr>
          <w:rFonts w:ascii="Corbel" w:hAnsi="Corbel"/>
          <w:b/>
          <w:bCs/>
          <w:iCs/>
          <w:smallCaps/>
          <w:sz w:val="24"/>
          <w:szCs w:val="24"/>
        </w:rPr>
        <w:t>19</w:t>
      </w:r>
      <w:r w:rsidR="00AE03B2" w:rsidRPr="00250319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350F2D">
        <w:rPr>
          <w:rFonts w:ascii="Corbel" w:hAnsi="Corbel"/>
          <w:b/>
          <w:bCs/>
          <w:iCs/>
          <w:smallCaps/>
          <w:sz w:val="24"/>
          <w:szCs w:val="24"/>
        </w:rPr>
        <w:t>2</w:t>
      </w:r>
    </w:p>
    <w:p w14:paraId="0B111A23" w14:textId="15174DC2" w:rsidR="0085747A" w:rsidRPr="00C641AE" w:rsidRDefault="00445970" w:rsidP="007B63B0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641AE">
        <w:rPr>
          <w:rFonts w:ascii="Corbel" w:hAnsi="Corbel"/>
          <w:sz w:val="24"/>
          <w:szCs w:val="24"/>
        </w:rPr>
        <w:t xml:space="preserve">Rok akademicki   </w:t>
      </w:r>
      <w:r w:rsidR="00AE03B2" w:rsidRPr="00FC4E55">
        <w:rPr>
          <w:rFonts w:ascii="Corbel" w:hAnsi="Corbel"/>
          <w:smallCaps/>
          <w:sz w:val="24"/>
          <w:szCs w:val="24"/>
        </w:rPr>
        <w:t>202</w:t>
      </w:r>
      <w:r w:rsidR="00350F2D">
        <w:rPr>
          <w:rFonts w:ascii="Corbel" w:hAnsi="Corbel"/>
          <w:smallCaps/>
          <w:sz w:val="24"/>
          <w:szCs w:val="24"/>
        </w:rPr>
        <w:t>1</w:t>
      </w:r>
      <w:r w:rsidR="00AE03B2" w:rsidRPr="00FC4E55">
        <w:rPr>
          <w:rFonts w:ascii="Corbel" w:hAnsi="Corbel"/>
          <w:smallCaps/>
          <w:sz w:val="24"/>
          <w:szCs w:val="24"/>
        </w:rPr>
        <w:t>/</w:t>
      </w:r>
      <w:r w:rsidR="007B63B0" w:rsidRPr="00FC4E55">
        <w:rPr>
          <w:rFonts w:ascii="Corbel" w:hAnsi="Corbel"/>
          <w:smallCaps/>
          <w:sz w:val="24"/>
          <w:szCs w:val="24"/>
        </w:rPr>
        <w:t>20</w:t>
      </w:r>
      <w:r w:rsidR="00AE03B2" w:rsidRPr="00FC4E55">
        <w:rPr>
          <w:rFonts w:ascii="Corbel" w:hAnsi="Corbel"/>
          <w:smallCaps/>
          <w:sz w:val="24"/>
          <w:szCs w:val="24"/>
        </w:rPr>
        <w:t>2</w:t>
      </w:r>
      <w:r w:rsidR="00350F2D">
        <w:rPr>
          <w:rFonts w:ascii="Corbel" w:hAnsi="Corbel"/>
          <w:smallCaps/>
          <w:sz w:val="24"/>
          <w:szCs w:val="24"/>
        </w:rPr>
        <w:t>2</w:t>
      </w:r>
      <w:bookmarkStart w:id="0" w:name="_GoBack"/>
      <w:bookmarkEnd w:id="0"/>
    </w:p>
    <w:p w14:paraId="0A37501D" w14:textId="77777777" w:rsidR="00C641AE" w:rsidRPr="00C641AE" w:rsidRDefault="00C641AE" w:rsidP="00C641AE">
      <w:pPr>
        <w:spacing w:after="0" w:line="240" w:lineRule="exact"/>
        <w:jc w:val="center"/>
        <w:rPr>
          <w:rFonts w:ascii="Corbel" w:hAnsi="Corbel"/>
          <w:sz w:val="28"/>
          <w:szCs w:val="28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CBF1E4C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0985DB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03B2">
              <w:rPr>
                <w:rFonts w:ascii="Corbel" w:hAnsi="Corbel"/>
                <w:b w:val="0"/>
                <w:sz w:val="24"/>
                <w:szCs w:val="24"/>
              </w:rPr>
              <w:t>Metody optymalizacji decyzji</w:t>
            </w:r>
          </w:p>
        </w:tc>
      </w:tr>
      <w:tr w:rsidR="0085747A" w:rsidRPr="009C54AE" w14:paraId="33D12D8A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B486DB5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/I/RP/C-1.1b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8938ED" w:rsidRDefault="008938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38ED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33E2A44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53C953F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63B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4E5D98D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17512A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0CC448A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5B4E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37B980F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225B96" w14:textId="77777777" w:rsidR="0085747A" w:rsidRPr="009C54AE" w:rsidRDefault="00AE03B2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Jolanta  Wojnar</w:t>
            </w:r>
          </w:p>
        </w:tc>
      </w:tr>
      <w:tr w:rsidR="0085747A" w:rsidRPr="009C54AE" w14:paraId="7801EDBA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63C5D2" w14:textId="77777777" w:rsidR="0085747A" w:rsidRPr="009C54AE" w:rsidRDefault="00AE03B2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inż. Jolanta Wojnar, dr </w:t>
            </w:r>
            <w:r w:rsidR="00C641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Bata Kasprzyk</w:t>
            </w:r>
            <w:r w:rsidR="003F1021">
              <w:rPr>
                <w:rFonts w:ascii="Corbel" w:hAnsi="Corbel"/>
                <w:b w:val="0"/>
                <w:sz w:val="24"/>
                <w:szCs w:val="24"/>
              </w:rPr>
              <w:t>,  dr Paweł Szura</w:t>
            </w:r>
          </w:p>
        </w:tc>
      </w:tr>
    </w:tbl>
    <w:p w14:paraId="4DE066A3" w14:textId="3C081F7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B63B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F7729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AE03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AE03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AE03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91B722" w14:textId="5ACEC850" w:rsidR="0085747A" w:rsidRPr="009C54AE" w:rsidRDefault="00AE03B2" w:rsidP="53F95F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53F95F27">
        <w:rPr>
          <w:rFonts w:ascii="MS Gothic" w:eastAsia="MS Gothic" w:hAnsi="MS Gothic" w:cs="MS Gothic"/>
          <w:b w:val="0"/>
        </w:rPr>
        <w:t>✕</w:t>
      </w:r>
      <w:r w:rsidR="0085747A" w:rsidRPr="53F95F27">
        <w:rPr>
          <w:rFonts w:ascii="Corbel" w:hAnsi="Corbel"/>
          <w:b w:val="0"/>
          <w:smallCaps w:val="0"/>
        </w:rPr>
        <w:t xml:space="preserve"> zajęcia w formie tradycyjne</w:t>
      </w:r>
      <w:r w:rsidR="0085747A" w:rsidRPr="53F95F27">
        <w:rPr>
          <w:rFonts w:ascii="Corbel" w:hAnsi="Corbel"/>
          <w:b w:val="0"/>
          <w:smallCaps w:val="0"/>
          <w:szCs w:val="24"/>
        </w:rPr>
        <w:t xml:space="preserve">j </w:t>
      </w:r>
      <w:r w:rsidR="32BD601F" w:rsidRPr="53F95F27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32BD601F" w:rsidRPr="53F95F2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61931FF8" w:rsidR="00E960BB" w:rsidRDefault="380BF7FC" w:rsidP="53F95F2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53F95F27">
        <w:rPr>
          <w:rFonts w:ascii="Corbel" w:hAnsi="Corbel"/>
          <w:b w:val="0"/>
          <w:smallCaps w:val="0"/>
        </w:rPr>
        <w:t>Z</w:t>
      </w:r>
      <w:r w:rsidR="00AE03B2" w:rsidRPr="53F95F27">
        <w:rPr>
          <w:rFonts w:ascii="Corbel" w:hAnsi="Corbel"/>
          <w:b w:val="0"/>
          <w:smallCaps w:val="0"/>
        </w:rPr>
        <w:t>aliczenie z oceną</w:t>
      </w:r>
    </w:p>
    <w:p w14:paraId="3656B9AB" w14:textId="77777777" w:rsidR="00AE03B2" w:rsidRPr="00211B00" w:rsidRDefault="00AE03B2" w:rsidP="00AE03B2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B016DA" w14:textId="77777777" w:rsidTr="00745302">
        <w:tc>
          <w:tcPr>
            <w:tcW w:w="9670" w:type="dxa"/>
          </w:tcPr>
          <w:p w14:paraId="60E6F638" w14:textId="77777777" w:rsidR="00C641AE" w:rsidRPr="009C54AE" w:rsidRDefault="00C641AE" w:rsidP="005B4E7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211B00" w:rsidRPr="0021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najomość zagadnień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</w:t>
            </w:r>
            <w:r w:rsidR="005B4E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matematyki, statystyki  i ekonometrii,  oraz znajomość </w:t>
            </w:r>
            <w:r>
              <w:t xml:space="preserve"> </w:t>
            </w:r>
            <w:r w:rsidRPr="00C641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11B00" w:rsidRPr="009C54AE" w14:paraId="70D7560A" w14:textId="77777777" w:rsidTr="009734F1">
        <w:tc>
          <w:tcPr>
            <w:tcW w:w="851" w:type="dxa"/>
            <w:vAlign w:val="center"/>
          </w:tcPr>
          <w:p w14:paraId="6780E770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7F7C2869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Opanowanie przez studentów zbioru metod, procedur i algorytmów wspomagających proces podejmowania decyzji.</w:t>
            </w:r>
          </w:p>
        </w:tc>
      </w:tr>
      <w:tr w:rsidR="00211B00" w:rsidRPr="009C54AE" w14:paraId="11479B70" w14:textId="77777777" w:rsidTr="009734F1">
        <w:tc>
          <w:tcPr>
            <w:tcW w:w="851" w:type="dxa"/>
            <w:vAlign w:val="center"/>
          </w:tcPr>
          <w:p w14:paraId="550CF7E8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9A25D00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Zdobycie umiejętności identyfikowania, rozwiązywania i analizy typowych problemów decyzyjnych.</w:t>
            </w:r>
          </w:p>
        </w:tc>
      </w:tr>
      <w:tr w:rsidR="00211B00" w:rsidRPr="009C54AE" w14:paraId="69B15F08" w14:textId="77777777" w:rsidTr="009734F1">
        <w:tc>
          <w:tcPr>
            <w:tcW w:w="851" w:type="dxa"/>
            <w:vAlign w:val="center"/>
          </w:tcPr>
          <w:p w14:paraId="53C0B3C4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CE76479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Wykształcenie praktycznej umiejętności świadomego i sprawnego posługiwania się wybranymi programami komputerowymi do modelowania problemów decyzyjnych.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1B00" w:rsidRPr="009C54AE" w14:paraId="462E4D58" w14:textId="77777777" w:rsidTr="008938ED">
        <w:tc>
          <w:tcPr>
            <w:tcW w:w="1701" w:type="dxa"/>
            <w:vAlign w:val="center"/>
          </w:tcPr>
          <w:p w14:paraId="4FCA5964" w14:textId="77777777" w:rsidR="00211B00" w:rsidRPr="00211B00" w:rsidRDefault="00211B00" w:rsidP="008938ED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02671DBC" w14:textId="77777777" w:rsidR="00211B00" w:rsidRPr="00211B00" w:rsidRDefault="00211B00" w:rsidP="004A796D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Definiuje podstawowe pojęcia z zakresu optymalizacji decyzji, rozpoznaje formalną strukturę problemu decyzyjnego oraz rodzaje modeli decyzyjnych.  </w:t>
            </w:r>
          </w:p>
        </w:tc>
        <w:tc>
          <w:tcPr>
            <w:tcW w:w="1873" w:type="dxa"/>
            <w:vAlign w:val="center"/>
          </w:tcPr>
          <w:p w14:paraId="27F8033C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K_W01</w:t>
            </w:r>
          </w:p>
          <w:p w14:paraId="3FB25131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K_W03</w:t>
            </w:r>
          </w:p>
          <w:p w14:paraId="4BB8B948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K_W07</w:t>
            </w:r>
          </w:p>
        </w:tc>
      </w:tr>
      <w:tr w:rsidR="00211B00" w:rsidRPr="009C54AE" w14:paraId="25DDB3B9" w14:textId="77777777" w:rsidTr="008938ED">
        <w:tc>
          <w:tcPr>
            <w:tcW w:w="1701" w:type="dxa"/>
            <w:vAlign w:val="center"/>
          </w:tcPr>
          <w:p w14:paraId="56A76B19" w14:textId="77777777" w:rsidR="00211B00" w:rsidRPr="00211B00" w:rsidRDefault="00211B00" w:rsidP="008938ED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3D6E6E07" w14:textId="77777777" w:rsidR="00211B00" w:rsidRPr="00211B00" w:rsidRDefault="00211B00" w:rsidP="004A796D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Potrafi zapisać w formie matematycznej problem decyzyjny i zinterpretować dane wynikające z programowania matematycznego. Posiada umiejętność konstrukcji algorytmów poszukiwania optymalnych decyzji z punktu widzenia przyjętych kryteriów i ograniczeń</w:t>
            </w:r>
            <w:r w:rsidR="004A796D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Rozwiązuje problemy decyzyjne, wykorzystując właściwe narzędzia i modele optymalizacyjne oraz wykonuje symulacje komputerowe przebiegu zjawisk i procesów gospodarczych.</w:t>
            </w:r>
          </w:p>
        </w:tc>
        <w:tc>
          <w:tcPr>
            <w:tcW w:w="1873" w:type="dxa"/>
            <w:vAlign w:val="center"/>
          </w:tcPr>
          <w:p w14:paraId="31229AF3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K_U04</w:t>
            </w:r>
          </w:p>
          <w:p w14:paraId="648FFC28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K_U08</w:t>
            </w:r>
          </w:p>
          <w:p w14:paraId="1F557C71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K_U11</w:t>
            </w:r>
          </w:p>
        </w:tc>
      </w:tr>
      <w:tr w:rsidR="00211B00" w:rsidRPr="009C54AE" w14:paraId="0921A8DB" w14:textId="77777777" w:rsidTr="008938ED">
        <w:tc>
          <w:tcPr>
            <w:tcW w:w="1701" w:type="dxa"/>
            <w:vAlign w:val="center"/>
          </w:tcPr>
          <w:p w14:paraId="41960800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6096" w:type="dxa"/>
          </w:tcPr>
          <w:p w14:paraId="157CF57C" w14:textId="77777777" w:rsidR="00211B00" w:rsidRPr="00211B00" w:rsidRDefault="00211B00" w:rsidP="00B30072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Jest gotów do identyfikacji uwarunkowań i podaje własne rozstrzygnięcie problemu decyzyjnego oraz posiada kompetencje do określania priorytetów przy realizacji postawionego zadania decyzyjnego.</w:t>
            </w:r>
          </w:p>
        </w:tc>
        <w:tc>
          <w:tcPr>
            <w:tcW w:w="1873" w:type="dxa"/>
            <w:vAlign w:val="center"/>
          </w:tcPr>
          <w:p w14:paraId="54E3E2D9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K_K01</w:t>
            </w:r>
          </w:p>
          <w:p w14:paraId="0A428CB4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K_K02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53F95F27">
        <w:rPr>
          <w:rFonts w:ascii="Corbel" w:hAnsi="Corbel"/>
          <w:b/>
          <w:bCs/>
          <w:sz w:val="24"/>
          <w:szCs w:val="24"/>
        </w:rPr>
        <w:t>3.3</w:t>
      </w:r>
      <w:r w:rsidR="0085747A" w:rsidRPr="53F95F27">
        <w:rPr>
          <w:rFonts w:ascii="Corbel" w:hAnsi="Corbel"/>
          <w:b/>
          <w:bCs/>
          <w:sz w:val="24"/>
          <w:szCs w:val="24"/>
        </w:rPr>
        <w:t>T</w:t>
      </w:r>
      <w:r w:rsidR="001D7B54" w:rsidRPr="53F95F27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39A478F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3F95F27">
        <w:rPr>
          <w:rFonts w:ascii="Corbel" w:hAnsi="Corbel"/>
          <w:sz w:val="24"/>
          <w:szCs w:val="24"/>
        </w:rPr>
        <w:t xml:space="preserve">Problematyka ćwiczeń audytoryjnych, </w:t>
      </w:r>
      <w:r w:rsidR="004A796D" w:rsidRPr="53F95F27">
        <w:rPr>
          <w:rFonts w:ascii="Corbel" w:hAnsi="Corbel"/>
          <w:sz w:val="24"/>
          <w:szCs w:val="24"/>
        </w:rPr>
        <w:t>(</w:t>
      </w:r>
      <w:r w:rsidRPr="53F95F27">
        <w:rPr>
          <w:rFonts w:ascii="Corbel" w:hAnsi="Corbel"/>
          <w:sz w:val="24"/>
          <w:szCs w:val="24"/>
        </w:rPr>
        <w:t>laboratoryjnych</w:t>
      </w:r>
      <w:r w:rsidR="004A796D" w:rsidRPr="53F95F27">
        <w:rPr>
          <w:rFonts w:ascii="Corbel" w:hAnsi="Corbel"/>
          <w:sz w:val="24"/>
          <w:szCs w:val="24"/>
        </w:rPr>
        <w:t>)</w:t>
      </w:r>
      <w:r w:rsidRPr="53F95F27">
        <w:rPr>
          <w:rFonts w:ascii="Corbel" w:hAnsi="Corbel"/>
          <w:sz w:val="24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211B0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Treści merytoryczne</w:t>
            </w:r>
          </w:p>
        </w:tc>
      </w:tr>
      <w:tr w:rsidR="00211B00" w:rsidRPr="009C54AE" w14:paraId="553D0E1E" w14:textId="77777777" w:rsidTr="00923D7D">
        <w:tc>
          <w:tcPr>
            <w:tcW w:w="9639" w:type="dxa"/>
          </w:tcPr>
          <w:p w14:paraId="64ABF2D4" w14:textId="77777777" w:rsidR="00211B00" w:rsidRPr="00211B00" w:rsidRDefault="00211B00" w:rsidP="00B300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Istota modelowania ekonomicznego w procesach decyzyjnych. Przykłady</w:t>
            </w:r>
            <w:r w:rsidR="005E52B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i </w:t>
            </w:r>
            <w:r w:rsidR="005E52B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klasyfikacja modeli</w:t>
            </w:r>
          </w:p>
          <w:p w14:paraId="26C62870" w14:textId="77777777" w:rsidR="00211B00" w:rsidRPr="00211B00" w:rsidRDefault="00211B00" w:rsidP="00B300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decyzyjnych.</w:t>
            </w:r>
          </w:p>
        </w:tc>
      </w:tr>
      <w:tr w:rsidR="00211B00" w:rsidRPr="009C54AE" w14:paraId="5408C2E2" w14:textId="77777777" w:rsidTr="00923D7D">
        <w:tc>
          <w:tcPr>
            <w:tcW w:w="9639" w:type="dxa"/>
          </w:tcPr>
          <w:p w14:paraId="6D07590D" w14:textId="77777777" w:rsidR="00211B00" w:rsidRPr="00211B00" w:rsidRDefault="00211B00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Programowanie liniowe.</w:t>
            </w:r>
          </w:p>
          <w:p w14:paraId="7B741310" w14:textId="77777777" w:rsidR="00211B00" w:rsidRPr="00211B00" w:rsidRDefault="00211B00" w:rsidP="003220C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Konstrukcja matematycznego modelu decyzyjnego, 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r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ozwiązanie optymalne, wrażliwość rozwiązania optymalnego na zmiany cen (kosztów) oraz zmiany warunków ograniczających, przykłady zastosowań praktycznych.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 xml:space="preserve"> Rozwiązywanie zadań metodą geometryczną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3220CC"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Algorytm simpleks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13394" w:rsidRPr="009C54AE" w14:paraId="0C2D7318" w14:textId="77777777" w:rsidTr="00923D7D">
        <w:tc>
          <w:tcPr>
            <w:tcW w:w="9639" w:type="dxa"/>
          </w:tcPr>
          <w:p w14:paraId="1CDB2530" w14:textId="77777777" w:rsidR="00B13394" w:rsidRPr="00211B00" w:rsidRDefault="00B13394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Dualizm w programowaniu liniowym.</w:t>
            </w:r>
            <w:r w:rsidR="003220CC">
              <w:t xml:space="preserve"> 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Interpretacja ekonomiczna zmiennych dualnych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Wykorzystanie arkuszy kalkulacyjnych do wyznaczania decyzji optymalnych (dodatek </w:t>
            </w:r>
            <w:proofErr w:type="spellStart"/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Solver</w:t>
            </w:r>
            <w:proofErr w:type="spellEnd"/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</w:tc>
      </w:tr>
      <w:tr w:rsidR="003220CC" w:rsidRPr="009C54AE" w14:paraId="504B3DFC" w14:textId="77777777" w:rsidTr="00923D7D">
        <w:tc>
          <w:tcPr>
            <w:tcW w:w="9639" w:type="dxa"/>
          </w:tcPr>
          <w:p w14:paraId="5449BD67" w14:textId="77777777" w:rsidR="003220CC" w:rsidRPr="00211B00" w:rsidRDefault="003220CC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220CC">
              <w:rPr>
                <w:rFonts w:ascii="Corbel" w:hAnsi="Corbel"/>
                <w:color w:val="000000"/>
                <w:sz w:val="24"/>
                <w:szCs w:val="24"/>
              </w:rPr>
              <w:t xml:space="preserve">Nieliniowe zagadnienia optymalizacyjne (metoda </w:t>
            </w:r>
            <w:proofErr w:type="spellStart"/>
            <w:r w:rsidRPr="003220CC">
              <w:rPr>
                <w:rFonts w:ascii="Corbel" w:hAnsi="Corbel"/>
                <w:color w:val="000000"/>
                <w:sz w:val="24"/>
                <w:szCs w:val="24"/>
              </w:rPr>
              <w:t>Lagrange`a</w:t>
            </w:r>
            <w:proofErr w:type="spellEnd"/>
            <w:r w:rsidRPr="003220CC"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</w:tc>
      </w:tr>
      <w:tr w:rsidR="00211B00" w:rsidRPr="009C54AE" w14:paraId="3C359EAF" w14:textId="77777777" w:rsidTr="00923D7D">
        <w:tc>
          <w:tcPr>
            <w:tcW w:w="9639" w:type="dxa"/>
          </w:tcPr>
          <w:p w14:paraId="2CA00F85" w14:textId="77777777" w:rsidR="00211B00" w:rsidRPr="00211B00" w:rsidRDefault="00211B00" w:rsidP="002249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Zagadnienie transportowe.</w:t>
            </w:r>
            <w:r w:rsidR="002249D9">
              <w:t xml:space="preserve"> </w:t>
            </w:r>
            <w:r w:rsidR="002249D9" w:rsidRPr="002249D9">
              <w:rPr>
                <w:rFonts w:ascii="Corbel" w:hAnsi="Corbel"/>
                <w:color w:val="000000"/>
                <w:sz w:val="24"/>
                <w:szCs w:val="24"/>
              </w:rPr>
              <w:t>Sformułowanie matematyczne</w:t>
            </w:r>
            <w:r w:rsidR="00677566">
              <w:rPr>
                <w:rFonts w:ascii="Corbel" w:hAnsi="Corbel"/>
                <w:color w:val="000000"/>
                <w:sz w:val="24"/>
                <w:szCs w:val="24"/>
              </w:rPr>
              <w:t xml:space="preserve"> problemu</w:t>
            </w:r>
            <w:r w:rsidR="002249D9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Metody wyznaczania wyjściowego rozwiązania bazowego. Sprawdzanie optymalności rozwiązania.</w:t>
            </w:r>
          </w:p>
        </w:tc>
      </w:tr>
      <w:tr w:rsidR="00211B00" w:rsidRPr="009C54AE" w14:paraId="58329FE3" w14:textId="77777777" w:rsidTr="00923D7D">
        <w:tc>
          <w:tcPr>
            <w:tcW w:w="9639" w:type="dxa"/>
          </w:tcPr>
          <w:p w14:paraId="2827919A" w14:textId="77777777" w:rsidR="00211B00" w:rsidRPr="00211B00" w:rsidRDefault="00211B00" w:rsidP="00B3007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Elementy teorii grafów i sieci.</w:t>
            </w:r>
          </w:p>
          <w:p w14:paraId="5E45125C" w14:textId="77777777" w:rsidR="00211B00" w:rsidRPr="00211B00" w:rsidRDefault="00211B00" w:rsidP="003220C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Programowanie sieciowe. 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 xml:space="preserve">Zastosowanie metod </w:t>
            </w:r>
            <w:proofErr w:type="spellStart"/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CPM</w:t>
            </w:r>
            <w:proofErr w:type="spellEnd"/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CPM-Cost</w:t>
            </w:r>
            <w:proofErr w:type="spellEnd"/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, PERT w praktyce – rozwiązywanie przykładowych problemów.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Zarządzanie projektem. Warianty decyzyjne realizacji projektów.</w:t>
            </w:r>
          </w:p>
        </w:tc>
      </w:tr>
      <w:tr w:rsidR="00211B00" w:rsidRPr="009C54AE" w14:paraId="03F2A6A1" w14:textId="77777777" w:rsidTr="00923D7D">
        <w:tc>
          <w:tcPr>
            <w:tcW w:w="9639" w:type="dxa"/>
          </w:tcPr>
          <w:p w14:paraId="4A18A8C7" w14:textId="77777777" w:rsidR="00211B00" w:rsidRPr="00211B00" w:rsidRDefault="00211B00" w:rsidP="00B3007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Wieloetapowe procesy decyzyjne.</w:t>
            </w:r>
          </w:p>
          <w:p w14:paraId="44892374" w14:textId="77777777" w:rsidR="00211B00" w:rsidRPr="00211B00" w:rsidRDefault="002249D9" w:rsidP="002249D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249D9">
              <w:rPr>
                <w:rFonts w:ascii="Corbel" w:hAnsi="Corbel"/>
                <w:color w:val="000000"/>
                <w:sz w:val="24"/>
                <w:szCs w:val="24"/>
              </w:rPr>
              <w:t>Algorytm programowania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249D9">
              <w:rPr>
                <w:rFonts w:ascii="Corbel" w:hAnsi="Corbel"/>
                <w:color w:val="000000"/>
                <w:sz w:val="24"/>
                <w:szCs w:val="24"/>
              </w:rPr>
              <w:t>dynamicznego</w:t>
            </w:r>
            <w:r w:rsidR="00211B00"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. Zagadnienie finansowania przedsięwzięcia inwestycyjnego; zagadnienie dyliżansu. 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DFDA63" w14:textId="77777777" w:rsidR="00E960BB" w:rsidRPr="00211B00" w:rsidRDefault="009734F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734F1">
        <w:rPr>
          <w:rFonts w:ascii="Corbel" w:hAnsi="Corbel"/>
          <w:b w:val="0"/>
          <w:smallCaps w:val="0"/>
          <w:szCs w:val="24"/>
        </w:rPr>
        <w:t xml:space="preserve">Ćwiczenia obejmują </w:t>
      </w:r>
      <w:r w:rsidR="00211B00" w:rsidRPr="00211B00">
        <w:rPr>
          <w:rFonts w:ascii="Corbel" w:hAnsi="Corbel"/>
          <w:b w:val="0"/>
          <w:smallCaps w:val="0"/>
          <w:szCs w:val="24"/>
        </w:rPr>
        <w:t>wprowadzenie teoretyczne z wykorzystaniem prezentacji multimedialnej, wykorzystanie technik komputerowych w rozwiązywaniu</w:t>
      </w:r>
      <w:r>
        <w:rPr>
          <w:rFonts w:ascii="Corbel" w:hAnsi="Corbel"/>
          <w:b w:val="0"/>
          <w:smallCaps w:val="0"/>
          <w:szCs w:val="24"/>
        </w:rPr>
        <w:t xml:space="preserve"> zadań i problemów decyzyjnych oraz</w:t>
      </w:r>
      <w:r w:rsidRPr="00211B00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d</w:t>
      </w:r>
      <w:r w:rsidRPr="00211B00">
        <w:rPr>
          <w:rFonts w:ascii="Corbel" w:hAnsi="Corbel"/>
          <w:b w:val="0"/>
          <w:smallCaps w:val="0"/>
          <w:szCs w:val="24"/>
        </w:rPr>
        <w:t>yskusj</w:t>
      </w:r>
      <w:r>
        <w:rPr>
          <w:rFonts w:ascii="Corbel" w:hAnsi="Corbel"/>
          <w:b w:val="0"/>
          <w:smallCaps w:val="0"/>
          <w:szCs w:val="24"/>
        </w:rPr>
        <w:t>ę</w:t>
      </w:r>
      <w:r w:rsidRPr="00211B00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i </w:t>
      </w:r>
      <w:r w:rsidRPr="00211B00">
        <w:rPr>
          <w:rFonts w:ascii="Corbel" w:hAnsi="Corbel"/>
          <w:b w:val="0"/>
          <w:smallCaps w:val="0"/>
          <w:szCs w:val="24"/>
        </w:rPr>
        <w:t>analiz</w:t>
      </w:r>
      <w:r>
        <w:rPr>
          <w:rFonts w:ascii="Corbel" w:hAnsi="Corbel"/>
          <w:b w:val="0"/>
          <w:smallCaps w:val="0"/>
          <w:szCs w:val="24"/>
        </w:rPr>
        <w:t>ę wyników</w:t>
      </w:r>
      <w:r w:rsidR="00211B00" w:rsidRPr="00211B00">
        <w:rPr>
          <w:rFonts w:ascii="Corbel" w:hAnsi="Corbel"/>
          <w:b w:val="0"/>
          <w:smallCaps w:val="0"/>
          <w:szCs w:val="24"/>
        </w:rPr>
        <w:t>.</w:t>
      </w:r>
    </w:p>
    <w:p w14:paraId="3CF2D8B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53F95F27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11B00" w:rsidRPr="00211B00" w14:paraId="5592A9AF" w14:textId="77777777" w:rsidTr="53F95F27">
        <w:tc>
          <w:tcPr>
            <w:tcW w:w="1985" w:type="dxa"/>
          </w:tcPr>
          <w:p w14:paraId="33F59AF3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k_01 </w:t>
            </w:r>
          </w:p>
        </w:tc>
        <w:tc>
          <w:tcPr>
            <w:tcW w:w="5528" w:type="dxa"/>
            <w:vAlign w:val="center"/>
          </w:tcPr>
          <w:p w14:paraId="7EACC0D7" w14:textId="46FBBDE3" w:rsidR="00211B00" w:rsidRPr="00211B00" w:rsidRDefault="00211B00" w:rsidP="53F95F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 xml:space="preserve">kolokwium, ocena </w:t>
            </w:r>
            <w:r w:rsidR="2CB5F822" w:rsidRPr="53F95F27">
              <w:rPr>
                <w:rFonts w:ascii="Corbel" w:hAnsi="Corbel"/>
                <w:b w:val="0"/>
                <w:smallCaps w:val="0"/>
              </w:rPr>
              <w:t xml:space="preserve">aktywności </w:t>
            </w:r>
            <w:r w:rsidRPr="53F95F27">
              <w:rPr>
                <w:rFonts w:ascii="Corbel" w:hAnsi="Corbel"/>
                <w:b w:val="0"/>
                <w:smallCaps w:val="0"/>
              </w:rPr>
              <w:t>w trakcie zajęć</w:t>
            </w:r>
          </w:p>
        </w:tc>
        <w:tc>
          <w:tcPr>
            <w:tcW w:w="2126" w:type="dxa"/>
            <w:vAlign w:val="center"/>
          </w:tcPr>
          <w:p w14:paraId="7F626B56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11B00" w:rsidRPr="00211B00" w14:paraId="45C1F9D0" w14:textId="77777777" w:rsidTr="53F95F27">
        <w:tc>
          <w:tcPr>
            <w:tcW w:w="1985" w:type="dxa"/>
          </w:tcPr>
          <w:p w14:paraId="0A53D0B1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528" w:type="dxa"/>
            <w:vAlign w:val="center"/>
          </w:tcPr>
          <w:p w14:paraId="23B83F1F" w14:textId="089465B4" w:rsidR="00211B00" w:rsidRPr="00211B00" w:rsidRDefault="00211B00" w:rsidP="53F95F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 xml:space="preserve">kolokwium, ocena </w:t>
            </w:r>
            <w:r w:rsidR="6018E883" w:rsidRPr="53F95F27">
              <w:rPr>
                <w:rFonts w:ascii="Corbel" w:hAnsi="Corbel"/>
                <w:b w:val="0"/>
                <w:smallCaps w:val="0"/>
              </w:rPr>
              <w:t xml:space="preserve">aktywności </w:t>
            </w:r>
            <w:r w:rsidRPr="53F95F27">
              <w:rPr>
                <w:rFonts w:ascii="Corbel" w:hAnsi="Corbel"/>
                <w:b w:val="0"/>
                <w:smallCaps w:val="0"/>
              </w:rPr>
              <w:t>w trakcie zajęć</w:t>
            </w:r>
          </w:p>
        </w:tc>
        <w:tc>
          <w:tcPr>
            <w:tcW w:w="2126" w:type="dxa"/>
            <w:vAlign w:val="center"/>
          </w:tcPr>
          <w:p w14:paraId="04C64560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11B00" w:rsidRPr="00211B00" w14:paraId="2CCA566B" w14:textId="77777777" w:rsidTr="53F95F27">
        <w:tc>
          <w:tcPr>
            <w:tcW w:w="1985" w:type="dxa"/>
          </w:tcPr>
          <w:p w14:paraId="2475F41E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k_03 </w:t>
            </w:r>
          </w:p>
        </w:tc>
        <w:tc>
          <w:tcPr>
            <w:tcW w:w="5528" w:type="dxa"/>
            <w:vAlign w:val="center"/>
          </w:tcPr>
          <w:p w14:paraId="4E0D8DF5" w14:textId="77777777" w:rsidR="00211B00" w:rsidRPr="00211B00" w:rsidRDefault="009734F1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23CA83C4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3BC72D" w14:textId="77777777" w:rsidTr="53F95F27">
        <w:tc>
          <w:tcPr>
            <w:tcW w:w="9670" w:type="dxa"/>
          </w:tcPr>
          <w:p w14:paraId="65F98D97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947630E" w14:textId="35DF72BB" w:rsidR="00211B00" w:rsidRPr="00211B00" w:rsidRDefault="00211B00" w:rsidP="53F95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>- dw</w:t>
            </w:r>
            <w:r w:rsidR="58C2D49B" w:rsidRPr="53F95F27">
              <w:rPr>
                <w:rFonts w:ascii="Corbel" w:hAnsi="Corbel"/>
                <w:b w:val="0"/>
                <w:smallCaps w:val="0"/>
              </w:rPr>
              <w:t>a kolokwia</w:t>
            </w:r>
            <w:r w:rsidRPr="53F95F27">
              <w:rPr>
                <w:rFonts w:ascii="Corbel" w:hAnsi="Corbel"/>
                <w:b w:val="0"/>
                <w:smallCaps w:val="0"/>
              </w:rPr>
              <w:t xml:space="preserve"> pisemne obejmujące analizę różnych problemów decyzyjnych przy wykorzystaniu arkuszy kalkulacyjnych oraz ocena aktywności na zajęciach. </w:t>
            </w:r>
          </w:p>
          <w:p w14:paraId="7887098E" w14:textId="5E3D359B" w:rsidR="0085747A" w:rsidRPr="009C54AE" w:rsidRDefault="00211B00" w:rsidP="53F95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>Ocena 3,0 wymaga zdobycia 51% maksymalnej ilości punktów przypisanych  do poszczególnych prac i aktywności składających się na zaliczenie przedmiotu</w:t>
            </w:r>
            <w:r w:rsidR="6A67E287" w:rsidRPr="53F95F27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11B00" w:rsidRPr="009C54AE" w14:paraId="346381E6" w14:textId="77777777" w:rsidTr="00923D7D">
        <w:tc>
          <w:tcPr>
            <w:tcW w:w="4962" w:type="dxa"/>
          </w:tcPr>
          <w:p w14:paraId="71240D37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Godziny kontaktowe wynikające z planu studiów</w:t>
            </w:r>
          </w:p>
        </w:tc>
        <w:tc>
          <w:tcPr>
            <w:tcW w:w="4677" w:type="dxa"/>
          </w:tcPr>
          <w:p w14:paraId="60DA3216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30</w:t>
            </w:r>
          </w:p>
        </w:tc>
      </w:tr>
      <w:tr w:rsidR="00211B00" w:rsidRPr="009C54AE" w14:paraId="6EED5EE9" w14:textId="77777777" w:rsidTr="00923D7D">
        <w:tc>
          <w:tcPr>
            <w:tcW w:w="4962" w:type="dxa"/>
          </w:tcPr>
          <w:p w14:paraId="61BA0769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Inne z udziałem nauczyciela</w:t>
            </w:r>
          </w:p>
          <w:p w14:paraId="1026ECAF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4240AAE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211B00" w:rsidRPr="009C54AE" w14:paraId="417C25FB" w14:textId="77777777" w:rsidTr="00923D7D">
        <w:tc>
          <w:tcPr>
            <w:tcW w:w="4962" w:type="dxa"/>
          </w:tcPr>
          <w:p w14:paraId="34BC0B41" w14:textId="77777777" w:rsidR="00211B00" w:rsidRPr="00211B00" w:rsidRDefault="00211B00" w:rsidP="00DD0A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Godziny niekontaktowe – praca własna studenta (przygotowanie do zajęć)</w:t>
            </w:r>
          </w:p>
        </w:tc>
        <w:tc>
          <w:tcPr>
            <w:tcW w:w="4677" w:type="dxa"/>
          </w:tcPr>
          <w:p w14:paraId="33CFEC6B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211B00" w:rsidRPr="009C54AE" w14:paraId="4D6280AD" w14:textId="77777777" w:rsidTr="00923D7D">
        <w:tc>
          <w:tcPr>
            <w:tcW w:w="4962" w:type="dxa"/>
          </w:tcPr>
          <w:p w14:paraId="3D4B2727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8861898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50</w:t>
            </w:r>
          </w:p>
        </w:tc>
      </w:tr>
      <w:tr w:rsidR="00211B00" w:rsidRPr="009C54AE" w14:paraId="0AD00C0E" w14:textId="77777777" w:rsidTr="00923D7D">
        <w:tc>
          <w:tcPr>
            <w:tcW w:w="4962" w:type="dxa"/>
          </w:tcPr>
          <w:p w14:paraId="5FD1C35E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10FFD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69937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F72F64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11B00" w:rsidRPr="009C54AE" w14:paraId="047633E3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8990D1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1.   Kukuła K.(red.), Badania operacyjne w przykładach i zadaniach (wydanie VI),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1B00">
              <w:rPr>
                <w:rFonts w:ascii="Corbel" w:hAnsi="Corbel"/>
                <w:b w:val="0"/>
                <w:smallCaps w:val="0"/>
                <w:szCs w:val="24"/>
              </w:rPr>
              <w:t>Wydawnictwo Naukowe PWN, Warszawa 2014.</w:t>
            </w:r>
          </w:p>
          <w:p w14:paraId="52B6C7F9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2.  Trzaskalik T., Wprowadzenie do badań operacyjnych z komputerem, PWE,   Warszawa 2008 .</w:t>
            </w:r>
          </w:p>
          <w:p w14:paraId="2D53898B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3. Gajda </w:t>
            </w:r>
            <w:proofErr w:type="spellStart"/>
            <w:r w:rsidRPr="00211B00">
              <w:rPr>
                <w:rFonts w:ascii="Corbel" w:hAnsi="Corbel"/>
                <w:b w:val="0"/>
                <w:smallCaps w:val="0"/>
                <w:szCs w:val="24"/>
              </w:rPr>
              <w:t>J.B</w:t>
            </w:r>
            <w:proofErr w:type="spellEnd"/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proofErr w:type="spellStart"/>
            <w:r w:rsidRPr="00211B00">
              <w:rPr>
                <w:rFonts w:ascii="Corbel" w:hAnsi="Corbel"/>
                <w:b w:val="0"/>
                <w:smallCaps w:val="0"/>
                <w:szCs w:val="24"/>
              </w:rPr>
              <w:t>Jadczak</w:t>
            </w:r>
            <w:proofErr w:type="spellEnd"/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 R. (red.), Badania operacyjne w praktyce, Wydawnictwo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1B00">
              <w:rPr>
                <w:rFonts w:ascii="Corbel" w:hAnsi="Corbel"/>
                <w:b w:val="0"/>
                <w:smallCaps w:val="0"/>
                <w:szCs w:val="24"/>
              </w:rPr>
              <w:t>UŁ, Łódź 2006.</w:t>
            </w:r>
          </w:p>
        </w:tc>
      </w:tr>
      <w:tr w:rsidR="0085747A" w:rsidRPr="009C54AE" w14:paraId="4496BB43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AACC505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1.  Sikora W. (red.), Badania operacyjne, PWE, Warszawa 2008.</w:t>
            </w:r>
          </w:p>
          <w:p w14:paraId="423983F5" w14:textId="77777777" w:rsidR="0085747A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2. Ignasiak E., Badania operacyjne, PWE, Warszawa 2001.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8E07D4" w14:textId="77777777" w:rsidR="00A078F3" w:rsidRDefault="00A078F3" w:rsidP="00C16ABF">
      <w:pPr>
        <w:spacing w:after="0" w:line="240" w:lineRule="auto"/>
      </w:pPr>
      <w:r>
        <w:separator/>
      </w:r>
    </w:p>
  </w:endnote>
  <w:endnote w:type="continuationSeparator" w:id="0">
    <w:p w14:paraId="73C2BF10" w14:textId="77777777" w:rsidR="00A078F3" w:rsidRDefault="00A078F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09D3EA" w14:textId="77777777" w:rsidR="00A078F3" w:rsidRDefault="00A078F3" w:rsidP="00C16ABF">
      <w:pPr>
        <w:spacing w:after="0" w:line="240" w:lineRule="auto"/>
      </w:pPr>
      <w:r>
        <w:separator/>
      </w:r>
    </w:p>
  </w:footnote>
  <w:footnote w:type="continuationSeparator" w:id="0">
    <w:p w14:paraId="22306817" w14:textId="77777777" w:rsidR="00A078F3" w:rsidRDefault="00A078F3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21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1B00"/>
    <w:rsid w:val="002144C0"/>
    <w:rsid w:val="00215FA7"/>
    <w:rsid w:val="0022477D"/>
    <w:rsid w:val="002249D9"/>
    <w:rsid w:val="002278A9"/>
    <w:rsid w:val="002336F9"/>
    <w:rsid w:val="0024028F"/>
    <w:rsid w:val="00244ABC"/>
    <w:rsid w:val="0025031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0CC"/>
    <w:rsid w:val="003343CF"/>
    <w:rsid w:val="00346FE9"/>
    <w:rsid w:val="0034759A"/>
    <w:rsid w:val="003503F6"/>
    <w:rsid w:val="00350F2D"/>
    <w:rsid w:val="003530DD"/>
    <w:rsid w:val="00363F78"/>
    <w:rsid w:val="00376AB1"/>
    <w:rsid w:val="003A0A5B"/>
    <w:rsid w:val="003A1176"/>
    <w:rsid w:val="003C0BAE"/>
    <w:rsid w:val="003D18A9"/>
    <w:rsid w:val="003D6CE2"/>
    <w:rsid w:val="003E1941"/>
    <w:rsid w:val="003E2FE6"/>
    <w:rsid w:val="003E49D5"/>
    <w:rsid w:val="003F1021"/>
    <w:rsid w:val="003F205D"/>
    <w:rsid w:val="003F38C0"/>
    <w:rsid w:val="003F6E1D"/>
    <w:rsid w:val="00414E3C"/>
    <w:rsid w:val="00417A97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96D"/>
    <w:rsid w:val="004D5282"/>
    <w:rsid w:val="004D5A56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E70"/>
    <w:rsid w:val="005C080F"/>
    <w:rsid w:val="005C55E5"/>
    <w:rsid w:val="005C696A"/>
    <w:rsid w:val="005E52B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56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3B0"/>
    <w:rsid w:val="007C3299"/>
    <w:rsid w:val="007C3BCC"/>
    <w:rsid w:val="007C4546"/>
    <w:rsid w:val="007D2D26"/>
    <w:rsid w:val="007D6E56"/>
    <w:rsid w:val="007E0A4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38E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E9D"/>
    <w:rsid w:val="00916188"/>
    <w:rsid w:val="00923D7D"/>
    <w:rsid w:val="009508DF"/>
    <w:rsid w:val="00950DAC"/>
    <w:rsid w:val="00954A07"/>
    <w:rsid w:val="009734F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8F3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3B2"/>
    <w:rsid w:val="00AE1160"/>
    <w:rsid w:val="00AE203C"/>
    <w:rsid w:val="00AE2E74"/>
    <w:rsid w:val="00AE5EFE"/>
    <w:rsid w:val="00AE5FCB"/>
    <w:rsid w:val="00AF2C1E"/>
    <w:rsid w:val="00B06142"/>
    <w:rsid w:val="00B13394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1AE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A7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5E42"/>
    <w:rsid w:val="00F83B28"/>
    <w:rsid w:val="00F974DA"/>
    <w:rsid w:val="00FA46E5"/>
    <w:rsid w:val="00FB7DBA"/>
    <w:rsid w:val="00FC1C25"/>
    <w:rsid w:val="00FC3F45"/>
    <w:rsid w:val="00FC4E55"/>
    <w:rsid w:val="00FD503F"/>
    <w:rsid w:val="00FD7589"/>
    <w:rsid w:val="00FE19E2"/>
    <w:rsid w:val="00FF016A"/>
    <w:rsid w:val="00FF1401"/>
    <w:rsid w:val="00FF5E7D"/>
    <w:rsid w:val="0E4FD7AE"/>
    <w:rsid w:val="2C6746F8"/>
    <w:rsid w:val="2CB5F822"/>
    <w:rsid w:val="32BD601F"/>
    <w:rsid w:val="380BF7FC"/>
    <w:rsid w:val="422B767B"/>
    <w:rsid w:val="53F95F27"/>
    <w:rsid w:val="58C2D49B"/>
    <w:rsid w:val="6018E883"/>
    <w:rsid w:val="6A67E287"/>
    <w:rsid w:val="6DCCFDDE"/>
    <w:rsid w:val="7867A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772F6"/>
  <w15:docId w15:val="{690CB4FE-3745-409A-86DF-ED5B25442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F4A12-9B7F-4BCF-A1BB-C8F60822AD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4E0533-054A-4ED6-AAAC-6F653F3E03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CE47CE-F68C-42CB-9BE7-FD558F8A7F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774136-A56D-47EA-8308-A62AB67AB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896</Words>
  <Characters>5378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2019-02-06T13:12:00Z</cp:lastPrinted>
  <dcterms:created xsi:type="dcterms:W3CDTF">2020-12-15T13:57:00Z</dcterms:created>
  <dcterms:modified xsi:type="dcterms:W3CDTF">2021-11-04T13:55:00Z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